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A4A62" w14:textId="77777777" w:rsidR="00C74455" w:rsidRPr="00D06139" w:rsidRDefault="00B95456" w:rsidP="0069129C">
      <w:pPr>
        <w:pStyle w:val="Heading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6BE477A7" w14:textId="77777777"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Système de conduites se composant de tuyaux et de raccords </w:t>
      </w:r>
      <w:r w:rsidR="00343E28" w:rsidRPr="00B95456">
        <w:rPr>
          <w:lang w:val="fr-BE"/>
        </w:rPr>
        <w:t xml:space="preserve">en acier </w:t>
      </w:r>
      <w:r w:rsidR="00343E28">
        <w:rPr>
          <w:lang w:val="fr-BE"/>
        </w:rPr>
        <w:t>inoxydable</w:t>
      </w:r>
      <w:r w:rsidRPr="00B95456">
        <w:rPr>
          <w:lang w:val="fr-BE"/>
        </w:rPr>
        <w:t>, qui sont assemblés selon un procédé de sertissage</w:t>
      </w:r>
      <w:r w:rsidR="00444B9B" w:rsidRPr="00B95456">
        <w:rPr>
          <w:lang w:val="fr-BE"/>
        </w:rPr>
        <w:t>.</w:t>
      </w:r>
    </w:p>
    <w:p w14:paraId="36CF2AA5" w14:textId="77777777"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14:paraId="44A3C1D9" w14:textId="77777777"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14:paraId="59508DBA" w14:textId="77777777" w:rsidR="008A5169" w:rsidRPr="00D06139" w:rsidRDefault="00B95456" w:rsidP="008A5169">
      <w:pPr>
        <w:pStyle w:val="Heading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14:paraId="025A07FE" w14:textId="77777777" w:rsidR="00C74455" w:rsidRPr="00D06139" w:rsidRDefault="00B95456" w:rsidP="0069129C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14:paraId="52F15292" w14:textId="77777777" w:rsidR="005949A3" w:rsidRPr="00B95456" w:rsidRDefault="00261B2A" w:rsidP="005949A3">
      <w:pPr>
        <w:pStyle w:val="Bulleted2"/>
        <w:numPr>
          <w:ilvl w:val="0"/>
          <w:numId w:val="0"/>
        </w:numPr>
        <w:rPr>
          <w:lang w:val="fr-BE"/>
        </w:rPr>
      </w:pPr>
      <w:r w:rsidRPr="00261B2A">
        <w:rPr>
          <w:lang w:val="fr-BE"/>
        </w:rPr>
        <w:t>Les tuyaux sont des tuyaux de précision soudés et à fine paroi, en acier inoxydable (composé de chrome, de nickel et de molybdène) ayant le numéro de matériau 1.4401 (AISI 316) conformes à la norme NBN EN 10088. La soudure est entièrement cristallisée et les tuyaux ont une superficie lisse</w:t>
      </w:r>
      <w:r w:rsidR="005949A3" w:rsidRPr="00B95456">
        <w:rPr>
          <w:lang w:val="fr-BE"/>
        </w:rPr>
        <w:t>.</w:t>
      </w:r>
    </w:p>
    <w:p w14:paraId="0EF986D5" w14:textId="77777777"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14:paraId="15B6510E" w14:textId="77777777"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14:paraId="0E5037FE" w14:textId="77777777"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14:paraId="77FF26D4" w14:textId="77777777" w:rsidTr="00B95456">
        <w:tc>
          <w:tcPr>
            <w:tcW w:w="1559" w:type="dxa"/>
          </w:tcPr>
          <w:p w14:paraId="3680BDB3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2" w:type="dxa"/>
          </w:tcPr>
          <w:p w14:paraId="03FA5F3D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37244728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05CA9284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1" w:type="dxa"/>
          </w:tcPr>
          <w:p w14:paraId="47638248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8" w:type="dxa"/>
          </w:tcPr>
          <w:p w14:paraId="4F89E410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F540A7" w14:paraId="1BE6C54F" w14:textId="77777777" w:rsidTr="00B95456">
        <w:tc>
          <w:tcPr>
            <w:tcW w:w="1559" w:type="dxa"/>
          </w:tcPr>
          <w:p w14:paraId="12819E3C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702" w:type="dxa"/>
          </w:tcPr>
          <w:p w14:paraId="11A02A28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487E0983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263FBD49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14:paraId="764D5310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14:paraId="0F7879D6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F540A7" w14:paraId="57058BFD" w14:textId="77777777" w:rsidTr="00B95456">
        <w:tc>
          <w:tcPr>
            <w:tcW w:w="1559" w:type="dxa"/>
          </w:tcPr>
          <w:p w14:paraId="7F2C34DF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14:paraId="5DF552A9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2770FCC8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349E40E6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14:paraId="362C92E5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14:paraId="670C1EC6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6C25BD" w14:paraId="2D784480" w14:textId="77777777" w:rsidTr="00B95456">
        <w:tc>
          <w:tcPr>
            <w:tcW w:w="1559" w:type="dxa"/>
          </w:tcPr>
          <w:p w14:paraId="0AD83EA2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14:paraId="24E77889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5F07F5A3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4F674E33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14:paraId="492FC827" w14:textId="77777777"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14:paraId="491E60E6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6C25BD" w14:paraId="5373F549" w14:textId="77777777" w:rsidTr="00B95456">
        <w:tc>
          <w:tcPr>
            <w:tcW w:w="1559" w:type="dxa"/>
          </w:tcPr>
          <w:p w14:paraId="79E8C062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14:paraId="7129604B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5B5FFE47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0CAACC54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14:paraId="0F6D6086" w14:textId="77777777"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14:paraId="721CBC62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F540A7" w14:paraId="5FD4A2FE" w14:textId="77777777" w:rsidTr="00B95456">
        <w:tc>
          <w:tcPr>
            <w:tcW w:w="1559" w:type="dxa"/>
          </w:tcPr>
          <w:p w14:paraId="2295CAC3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14:paraId="67905B20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2804D4FC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5C6B92C6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14:paraId="25EA9DDB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14:paraId="34B6B1ED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F540A7" w14:paraId="3145809D" w14:textId="77777777" w:rsidTr="00B95456">
        <w:tc>
          <w:tcPr>
            <w:tcW w:w="1559" w:type="dxa"/>
          </w:tcPr>
          <w:p w14:paraId="7B7DD891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14:paraId="25EA1AE7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2116DCDF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05241F65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701" w:type="dxa"/>
          </w:tcPr>
          <w:p w14:paraId="55D52B00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418" w:type="dxa"/>
          </w:tcPr>
          <w:p w14:paraId="6DDF7983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</w:tr>
    </w:tbl>
    <w:p w14:paraId="5263E1C6" w14:textId="77777777" w:rsidR="006C25BD" w:rsidRDefault="006C25BD" w:rsidP="006C25BD">
      <w:pPr>
        <w:pStyle w:val="Bulleted2"/>
        <w:numPr>
          <w:ilvl w:val="0"/>
          <w:numId w:val="0"/>
        </w:numPr>
      </w:pPr>
    </w:p>
    <w:p w14:paraId="5CD9417E" w14:textId="77777777" w:rsidR="00685B7E" w:rsidRPr="00261B2A" w:rsidRDefault="00FF0BF8" w:rsidP="00886585">
      <w:pPr>
        <w:pStyle w:val="Bulleted2"/>
        <w:numPr>
          <w:ilvl w:val="0"/>
          <w:numId w:val="0"/>
        </w:numPr>
        <w:rPr>
          <w:lang w:val="fr-BE"/>
        </w:rPr>
      </w:pPr>
      <w:r w:rsidRPr="00FF0BF8">
        <w:rPr>
          <w:lang w:val="fr-BE"/>
        </w:rPr>
        <w:t>Les tuyaux portent au moins les inscriptions suivantes en couleur noire : marque, diamètre et numéro de matériau</w:t>
      </w:r>
      <w:r w:rsidR="00261B2A" w:rsidRPr="00FF0BF8">
        <w:rPr>
          <w:lang w:val="fr-BE"/>
        </w:rPr>
        <w:t xml:space="preserve">. </w:t>
      </w:r>
      <w:r w:rsidR="00261B2A" w:rsidRPr="00FF0BF8">
        <w:rPr>
          <w:rFonts w:ascii="HelveticaNeue-Light" w:hAnsi="HelveticaNeue-Light" w:cs="HelveticaNeue-Light"/>
          <w:sz w:val="20"/>
          <w:lang w:val="fr-BE" w:eastAsia="en-US"/>
        </w:rPr>
        <w:t xml:space="preserve"> </w:t>
      </w:r>
      <w:r w:rsidR="00261B2A" w:rsidRPr="00261B2A">
        <w:rPr>
          <w:lang w:val="fr-BE"/>
        </w:rPr>
        <w:t>Afin de protéger l’intérieur des tuyaux contre la contamination, les tuyaux sont équipés de bouchons de couleur bleue</w:t>
      </w:r>
      <w:r w:rsidR="00685B7E" w:rsidRPr="00261B2A">
        <w:rPr>
          <w:lang w:val="fr-BE"/>
        </w:rPr>
        <w:t>.</w:t>
      </w:r>
    </w:p>
    <w:p w14:paraId="15B27371" w14:textId="77777777" w:rsidR="008A5169" w:rsidRPr="00D06139" w:rsidRDefault="00B95456" w:rsidP="008A5169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14:paraId="7A036268" w14:textId="77777777" w:rsidR="00B95456" w:rsidRPr="00B95456" w:rsidRDefault="00261B2A" w:rsidP="00B95456">
      <w:pPr>
        <w:pStyle w:val="Bulleted2"/>
        <w:numPr>
          <w:ilvl w:val="0"/>
          <w:numId w:val="0"/>
        </w:numPr>
        <w:rPr>
          <w:lang w:val="fr-BE"/>
        </w:rPr>
      </w:pPr>
      <w:r w:rsidRPr="00261B2A">
        <w:rPr>
          <w:lang w:val="fr-BE"/>
        </w:rPr>
        <w:t>Les raccords à sertir sans filetage sont composés d’acier inoxydable (de chrome, de nickel et de molybdène) ayant le numéro de matériau 1.4401 (AISI 316) conformes à la norme NBN EN 10088</w:t>
      </w:r>
      <w:r w:rsidR="00B95456" w:rsidRPr="00B95456">
        <w:rPr>
          <w:lang w:val="fr-BE"/>
        </w:rPr>
        <w:t>.</w:t>
      </w:r>
    </w:p>
    <w:p w14:paraId="6EE31E00" w14:textId="77777777"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14:paraId="1A02C756" w14:textId="77777777" w:rsidR="00CA1667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 xml:space="preserve">indicateur de sertissage (bague synthétique </w:t>
      </w:r>
      <w:r w:rsidR="00261B2A">
        <w:rPr>
          <w:rFonts w:ascii="Helvetica 45 Light" w:hAnsi="Helvetica 45 Light"/>
          <w:color w:val="000000"/>
          <w:lang w:val="fr-BE"/>
        </w:rPr>
        <w:t>bleue</w:t>
      </w:r>
      <w:r w:rsidRPr="00D30542">
        <w:rPr>
          <w:rFonts w:ascii="Helvetica 45 Light" w:hAnsi="Helvetica 45 Light"/>
          <w:color w:val="000000"/>
          <w:lang w:val="fr-BE"/>
        </w:rPr>
        <w:t xml:space="preserve">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14:paraId="77A5DFEB" w14:textId="77777777" w:rsidR="00261B2A" w:rsidRPr="00D30542" w:rsidRDefault="00261B2A" w:rsidP="00F540A7">
      <w:pPr>
        <w:pStyle w:val="Bulleted2"/>
        <w:numPr>
          <w:ilvl w:val="0"/>
          <w:numId w:val="0"/>
        </w:numPr>
        <w:rPr>
          <w:lang w:val="fr-BE"/>
        </w:rPr>
      </w:pPr>
    </w:p>
    <w:p w14:paraId="318C249F" w14:textId="77777777"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raccords à sertir possèdent un </w:t>
      </w:r>
      <w:r w:rsidR="003C78B8" w:rsidRPr="003C78B8">
        <w:rPr>
          <w:i/>
          <w:iCs/>
          <w:highlight w:val="yellow"/>
          <w:lang w:val="fr-BE"/>
        </w:rPr>
        <w:t xml:space="preserve">à </w:t>
      </w:r>
      <w:proofErr w:type="spellStart"/>
      <w:r w:rsidR="003C78B8" w:rsidRPr="003C78B8">
        <w:rPr>
          <w:i/>
          <w:iCs/>
          <w:highlight w:val="yellow"/>
          <w:lang w:val="fr-BE"/>
        </w:rPr>
        <w:t>complétér</w:t>
      </w:r>
      <w:proofErr w:type="spellEnd"/>
      <w:r w:rsidR="003C78B8" w:rsidRPr="003C78B8">
        <w:rPr>
          <w:i/>
          <w:iCs/>
          <w:highlight w:val="yellow"/>
          <w:lang w:val="fr-BE"/>
        </w:rPr>
        <w:t xml:space="preserve"> avec type O-ring</w:t>
      </w:r>
      <w:r w:rsidR="003C78B8">
        <w:rPr>
          <w:i/>
          <w:iCs/>
          <w:highlight w:val="yellow"/>
          <w:lang w:val="fr-BE"/>
        </w:rPr>
        <w:t xml:space="preserve"> </w:t>
      </w:r>
      <w:r w:rsidR="003C78B8" w:rsidRPr="003C78B8">
        <w:rPr>
          <w:highlight w:val="yellow"/>
          <w:vertAlign w:val="superscript"/>
          <w:lang w:val="fr-BE"/>
        </w:rPr>
        <w:t>(1)</w:t>
      </w:r>
      <w:r w:rsidR="003C78B8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="00261B2A" w:rsidRPr="00261B2A">
        <w:rPr>
          <w:highlight w:val="yellow"/>
          <w:lang w:val="fr-BE"/>
        </w:rPr>
        <w:t xml:space="preserve">Cet O-ring est certifié selon DVGW-W270 et a une recommandation KTW.  </w:t>
      </w:r>
      <w:r w:rsidRPr="00261B2A">
        <w:rPr>
          <w:highlight w:val="yellow"/>
          <w:lang w:val="fr-BE"/>
        </w:rPr>
        <w:t xml:space="preserve">L’O-ring a </w:t>
      </w:r>
      <w:r w:rsidRPr="00BE0BB9">
        <w:rPr>
          <w:highlight w:val="yellow"/>
          <w:lang w:val="fr-BE"/>
        </w:rPr>
        <w:t xml:space="preserve">été conçu d’une manière telle que, lors de l’essai de pression, les assemblages non sertis sont aisément </w:t>
      </w:r>
      <w:r w:rsidRPr="003C78B8">
        <w:rPr>
          <w:highlight w:val="yellow"/>
          <w:lang w:val="fr-BE"/>
        </w:rPr>
        <w:t>détectés</w:t>
      </w:r>
      <w:r w:rsidR="003C78B8" w:rsidRPr="003C78B8">
        <w:rPr>
          <w:highlight w:val="yellow"/>
          <w:lang w:val="fr-BE"/>
        </w:rPr>
        <w:t>.</w:t>
      </w:r>
      <w:r w:rsidR="003C78B8">
        <w:rPr>
          <w:highlight w:val="yellow"/>
          <w:lang w:val="fr-BE"/>
        </w:rPr>
        <w:t xml:space="preserve"> </w:t>
      </w:r>
      <w:r w:rsidR="003C78B8" w:rsidRPr="00CF5D03">
        <w:rPr>
          <w:highlight w:val="yellow"/>
          <w:vertAlign w:val="superscript"/>
          <w:lang w:val="fr-BE"/>
        </w:rPr>
        <w:t>(2)</w:t>
      </w:r>
      <w:r w:rsidR="003C78B8" w:rsidRPr="00CF5D03">
        <w:rPr>
          <w:lang w:val="fr-BE"/>
        </w:rPr>
        <w:t xml:space="preserve">  </w:t>
      </w:r>
    </w:p>
    <w:p w14:paraId="6865B11D" w14:textId="77777777"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14:paraId="20489F12" w14:textId="77777777"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14:paraId="1D0B40D8" w14:textId="77777777"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14:paraId="53C36700" w14:textId="77777777" w:rsidR="008B6BB6" w:rsidRPr="00D06139" w:rsidRDefault="00D30542" w:rsidP="00F0523A">
      <w:pPr>
        <w:pStyle w:val="Heading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14:paraId="0A533E40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14:paraId="3687C929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14:paraId="123CEE4F" w14:textId="77777777"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14:paraId="468EF9F5" w14:textId="77777777"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14:paraId="7617FAC0" w14:textId="77777777"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14:paraId="10FB9449" w14:textId="77777777"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14:paraId="1E7463CD" w14:textId="77777777"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14:paraId="72257A8C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14:paraId="22DB4D37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14:paraId="522DF04D" w14:textId="77777777"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14:paraId="47689217" w14:textId="77777777" w:rsidR="008B6BB6" w:rsidRPr="00D06139" w:rsidRDefault="00D30542" w:rsidP="008B6BB6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FD410F" w:rsidRPr="004C470D" w14:paraId="37476A00" w14:textId="77777777" w:rsidTr="00D30542">
        <w:tc>
          <w:tcPr>
            <w:tcW w:w="4815" w:type="dxa"/>
          </w:tcPr>
          <w:p w14:paraId="11B94736" w14:textId="77777777" w:rsidR="00FD410F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14:paraId="0BEDA7B4" w14:textId="77777777" w:rsidR="00FD410F" w:rsidRPr="001C49B8" w:rsidRDefault="00D30542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>En fonction de l’application</w:t>
            </w:r>
            <w:r w:rsidR="001C49B8" w:rsidRPr="001C49B8">
              <w:rPr>
                <w:i/>
                <w:iCs/>
                <w:highlight w:val="yellow"/>
                <w:lang w:val="fr-BE"/>
              </w:rPr>
              <w:t xml:space="preserve"> (voir tableaux d’utilisation) 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(3)</w:t>
            </w:r>
          </w:p>
        </w:tc>
      </w:tr>
      <w:tr w:rsidR="008B6BB6" w:rsidRPr="004C470D" w14:paraId="19553402" w14:textId="77777777" w:rsidTr="00D30542">
        <w:tc>
          <w:tcPr>
            <w:tcW w:w="4815" w:type="dxa"/>
          </w:tcPr>
          <w:p w14:paraId="49BA5206" w14:textId="77777777"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14:paraId="0BE989B9" w14:textId="77777777" w:rsidR="008B6BB6" w:rsidRPr="001C49B8" w:rsidRDefault="001C49B8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>
              <w:rPr>
                <w:i/>
                <w:iCs/>
                <w:highlight w:val="yellow"/>
                <w:vertAlign w:val="superscript"/>
                <w:lang w:val="fr-BE"/>
              </w:rPr>
              <w:t>4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14:paraId="7122A24D" w14:textId="77777777" w:rsidTr="00D30542">
        <w:tc>
          <w:tcPr>
            <w:tcW w:w="4815" w:type="dxa"/>
          </w:tcPr>
          <w:p w14:paraId="74B8F43C" w14:textId="77777777"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588" w:type="dxa"/>
          </w:tcPr>
          <w:p w14:paraId="767E94E2" w14:textId="77777777"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proofErr w:type="spellStart"/>
            <w:r w:rsidR="00D30542">
              <w:t>selon</w:t>
            </w:r>
            <w:proofErr w:type="spellEnd"/>
            <w:r>
              <w:t xml:space="preserve"> NBN EN 13501</w:t>
            </w:r>
          </w:p>
        </w:tc>
      </w:tr>
      <w:tr w:rsidR="00FD410F" w14:paraId="773AA0E2" w14:textId="77777777" w:rsidTr="00D30542">
        <w:tc>
          <w:tcPr>
            <w:tcW w:w="4815" w:type="dxa"/>
          </w:tcPr>
          <w:p w14:paraId="58B95C15" w14:textId="77777777"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14:paraId="5A0E720F" w14:textId="77777777"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>1</w:t>
            </w:r>
            <w:r w:rsidR="00261B2A">
              <w:t>6</w:t>
            </w:r>
            <w:r w:rsidR="00CA1667">
              <w:t xml:space="preserve"> </w:t>
            </w:r>
            <w:r>
              <w:t>mm/</w:t>
            </w:r>
            <w:proofErr w:type="spellStart"/>
            <w:r>
              <w:t>mK</w:t>
            </w:r>
            <w:proofErr w:type="spellEnd"/>
          </w:p>
        </w:tc>
      </w:tr>
    </w:tbl>
    <w:p w14:paraId="1F3AEC79" w14:textId="77777777" w:rsidR="00FD410F" w:rsidRPr="00D06139" w:rsidRDefault="00D30542" w:rsidP="00FD410F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14:paraId="328EA6DD" w14:textId="77777777"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14:paraId="25A43C03" w14:textId="77777777" w:rsidR="00464107" w:rsidRDefault="00464107" w:rsidP="00FD410F">
      <w:pPr>
        <w:pStyle w:val="Bulleted2"/>
        <w:numPr>
          <w:ilvl w:val="0"/>
          <w:numId w:val="0"/>
        </w:numPr>
        <w:rPr>
          <w:lang w:val="fr-BE"/>
        </w:rPr>
      </w:pPr>
    </w:p>
    <w:p w14:paraId="289EFCC2" w14:textId="77777777" w:rsidR="00464107" w:rsidRPr="00D30542" w:rsidRDefault="00464107" w:rsidP="0046410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14:paraId="765364C2" w14:textId="77777777" w:rsidR="00FD410F" w:rsidRPr="00D06139" w:rsidRDefault="00FD410F" w:rsidP="00FD410F">
      <w:pPr>
        <w:pStyle w:val="Heading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Certificati</w:t>
      </w:r>
      <w:r w:rsidR="00D30542">
        <w:rPr>
          <w:rFonts w:ascii="Arial" w:hAnsi="Arial"/>
          <w:b/>
        </w:rPr>
        <w:t>on</w:t>
      </w:r>
      <w:proofErr w:type="spellEnd"/>
    </w:p>
    <w:p w14:paraId="784D4ED9" w14:textId="6947435A"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 système satisfait aux exigences de l’</w:t>
      </w:r>
      <w:proofErr w:type="spellStart"/>
      <w:r w:rsidRPr="00D30542">
        <w:rPr>
          <w:lang w:val="fr-BE"/>
        </w:rPr>
        <w:t>UBAtc</w:t>
      </w:r>
      <w:proofErr w:type="spellEnd"/>
      <w:r w:rsidRPr="00D30542">
        <w:rPr>
          <w:lang w:val="fr-BE"/>
        </w:rPr>
        <w:t xml:space="preserve"> et a reçu un agrément technique avec certificat (ATG</w:t>
      </w:r>
      <w:r w:rsidR="005A598C" w:rsidRPr="00D30542">
        <w:rPr>
          <w:lang w:val="fr-BE"/>
        </w:rPr>
        <w:t>)</w:t>
      </w:r>
      <w:r w:rsidR="00FD410F" w:rsidRPr="00D30542">
        <w:rPr>
          <w:lang w:val="fr-BE"/>
        </w:rPr>
        <w:t>.</w:t>
      </w:r>
    </w:p>
    <w:p w14:paraId="6DEFC044" w14:textId="21AFD21D" w:rsidR="004C470D" w:rsidRDefault="004C470D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489DA514" w14:textId="77777777" w:rsidR="004C470D" w:rsidRDefault="004C470D" w:rsidP="004C470D">
      <w:pPr>
        <w:pStyle w:val="Bulleted2"/>
        <w:numPr>
          <w:ilvl w:val="0"/>
          <w:numId w:val="0"/>
        </w:numPr>
        <w:tabs>
          <w:tab w:val="left" w:pos="708"/>
        </w:tabs>
        <w:rPr>
          <w:lang w:val="en-US"/>
        </w:rPr>
      </w:pPr>
      <w:bookmarkStart w:id="0" w:name="_Hlk61446095"/>
      <w:bookmarkStart w:id="1" w:name="_Hlk61446233"/>
      <w:r>
        <w:rPr>
          <w:lang w:val="en-US"/>
        </w:rPr>
        <w:lastRenderedPageBreak/>
        <w:t xml:space="preserve">Le </w:t>
      </w:r>
      <w:proofErr w:type="spellStart"/>
      <w:r>
        <w:rPr>
          <w:lang w:val="en-US"/>
        </w:rPr>
        <w:t>produit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possède</w:t>
      </w:r>
      <w:proofErr w:type="spellEnd"/>
      <w:r>
        <w:rPr>
          <w:lang w:val="en-US"/>
        </w:rPr>
        <w:t xml:space="preserve"> un EPD (Environmental Product Declaration) </w:t>
      </w:r>
      <w:proofErr w:type="spellStart"/>
      <w:r>
        <w:rPr>
          <w:lang w:val="en-US"/>
        </w:rPr>
        <w:t>selon</w:t>
      </w:r>
      <w:proofErr w:type="spellEnd"/>
      <w:r>
        <w:rPr>
          <w:lang w:val="en-US"/>
        </w:rPr>
        <w:t xml:space="preserve"> la </w:t>
      </w:r>
      <w:proofErr w:type="spellStart"/>
      <w:r>
        <w:rPr>
          <w:lang w:val="en-US"/>
        </w:rPr>
        <w:t>norme</w:t>
      </w:r>
      <w:proofErr w:type="spellEnd"/>
      <w:r>
        <w:rPr>
          <w:lang w:val="en-US"/>
        </w:rPr>
        <w:t xml:space="preserve"> EN15804</w:t>
      </w:r>
      <w:bookmarkEnd w:id="0"/>
      <w:r>
        <w:rPr>
          <w:lang w:val="en-US"/>
        </w:rPr>
        <w:t>.</w:t>
      </w:r>
      <w:bookmarkEnd w:id="1"/>
    </w:p>
    <w:p w14:paraId="711C5B1A" w14:textId="77777777" w:rsidR="004C470D" w:rsidRDefault="004C470D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48D6DC15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75C5F834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46CFD648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E5C5782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795D76A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3A75D866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55FB8131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C982139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633F5B2D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1099B487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73AF5716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8ACE21A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0B6AC3B5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19E2BC71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A63EBAE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565547A1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0A9C807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C6B7489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316263E4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69EFD8B" w14:textId="77777777" w:rsidR="001C49B8" w:rsidRPr="00CF5D03" w:rsidRDefault="001C49B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CF5D03">
        <w:rPr>
          <w:highlight w:val="yellow"/>
          <w:vertAlign w:val="superscript"/>
          <w:lang w:val="fr-BE"/>
        </w:rPr>
        <w:t>“ O-ring</w:t>
      </w:r>
      <w:r w:rsidR="004957D8" w:rsidRPr="00CF5D03">
        <w:rPr>
          <w:highlight w:val="yellow"/>
          <w:vertAlign w:val="superscript"/>
          <w:lang w:val="fr-BE"/>
        </w:rPr>
        <w:t xml:space="preserve"> noir</w:t>
      </w:r>
      <w:r w:rsidRPr="00CF5D03">
        <w:rPr>
          <w:highlight w:val="yellow"/>
          <w:vertAlign w:val="superscript"/>
          <w:lang w:val="fr-BE"/>
        </w:rPr>
        <w:t xml:space="preserve"> </w:t>
      </w:r>
      <w:r w:rsidR="004957D8" w:rsidRPr="00CF5D03">
        <w:rPr>
          <w:highlight w:val="yellow"/>
          <w:vertAlign w:val="superscript"/>
          <w:lang w:val="fr-BE"/>
        </w:rPr>
        <w:t>en</w:t>
      </w:r>
      <w:r w:rsidRPr="00CF5D03">
        <w:rPr>
          <w:highlight w:val="yellow"/>
          <w:vertAlign w:val="superscript"/>
          <w:lang w:val="fr-BE"/>
        </w:rPr>
        <w:t xml:space="preserve"> CIIR” of “O-ring</w:t>
      </w:r>
      <w:r w:rsidR="004957D8" w:rsidRPr="00CF5D03">
        <w:rPr>
          <w:highlight w:val="yellow"/>
          <w:vertAlign w:val="superscript"/>
          <w:lang w:val="fr-BE"/>
        </w:rPr>
        <w:t xml:space="preserve"> bleu</w:t>
      </w:r>
      <w:r w:rsidRPr="00CF5D03">
        <w:rPr>
          <w:highlight w:val="yellow"/>
          <w:vertAlign w:val="superscript"/>
          <w:lang w:val="fr-BE"/>
        </w:rPr>
        <w:t xml:space="preserve"> </w:t>
      </w:r>
      <w:r w:rsidR="004957D8" w:rsidRPr="00CF5D03">
        <w:rPr>
          <w:highlight w:val="yellow"/>
          <w:vertAlign w:val="superscript"/>
          <w:lang w:val="fr-BE"/>
        </w:rPr>
        <w:t>en</w:t>
      </w:r>
      <w:r w:rsidRPr="00CF5D03">
        <w:rPr>
          <w:highlight w:val="yellow"/>
          <w:vertAlign w:val="superscript"/>
          <w:lang w:val="fr-BE"/>
        </w:rPr>
        <w:t xml:space="preserve"> FKM”</w:t>
      </w:r>
      <w:r w:rsidR="00CF5D03" w:rsidRPr="00CF5D03">
        <w:rPr>
          <w:highlight w:val="yellow"/>
          <w:vertAlign w:val="superscript"/>
          <w:lang w:val="fr-BE"/>
        </w:rPr>
        <w:t xml:space="preserve"> (voir tableaux d’</w:t>
      </w:r>
      <w:r w:rsidR="00CF5D03">
        <w:rPr>
          <w:highlight w:val="yellow"/>
          <w:vertAlign w:val="superscript"/>
          <w:lang w:val="fr-BE"/>
        </w:rPr>
        <w:t>utilisation)</w:t>
      </w:r>
    </w:p>
    <w:p w14:paraId="3C717D8F" w14:textId="77777777"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à omettre en cas d’un </w:t>
      </w:r>
      <w:r w:rsidR="001C49B8" w:rsidRPr="004957D8">
        <w:rPr>
          <w:highlight w:val="yellow"/>
          <w:vertAlign w:val="superscript"/>
          <w:lang w:val="fr-BE"/>
        </w:rPr>
        <w:t xml:space="preserve">O-ring </w:t>
      </w:r>
      <w:r w:rsidRPr="004957D8">
        <w:rPr>
          <w:highlight w:val="yellow"/>
          <w:vertAlign w:val="superscript"/>
          <w:lang w:val="fr-BE"/>
        </w:rPr>
        <w:t>bleu en</w:t>
      </w:r>
      <w:r w:rsidR="001C49B8" w:rsidRPr="004957D8">
        <w:rPr>
          <w:highlight w:val="yellow"/>
          <w:vertAlign w:val="superscript"/>
          <w:lang w:val="fr-BE"/>
        </w:rPr>
        <w:t xml:space="preserve"> FKM</w:t>
      </w:r>
    </w:p>
    <w:p w14:paraId="68EABC66" w14:textId="77777777"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14:paraId="104A9303" w14:textId="77777777" w:rsidR="001C49B8" w:rsidRDefault="00891F10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891F10">
        <w:rPr>
          <w:highlight w:val="yellow"/>
          <w:vertAlign w:val="superscript"/>
          <w:lang w:val="fr-BE"/>
        </w:rPr>
        <w:t>Eau potable, r</w:t>
      </w:r>
      <w:r w:rsidR="004957D8" w:rsidRPr="00891F10">
        <w:rPr>
          <w:highlight w:val="yellow"/>
          <w:vertAlign w:val="superscript"/>
          <w:lang w:val="fr-BE"/>
        </w:rPr>
        <w:t>efroidissement</w:t>
      </w:r>
      <w:r w:rsidRPr="00891F10">
        <w:rPr>
          <w:highlight w:val="yellow"/>
          <w:vertAlign w:val="superscript"/>
          <w:lang w:val="fr-BE"/>
        </w:rPr>
        <w:t>,</w:t>
      </w:r>
      <w:r w:rsidR="004957D8" w:rsidRPr="00891F10">
        <w:rPr>
          <w:highlight w:val="yellow"/>
          <w:vertAlign w:val="superscript"/>
          <w:lang w:val="fr-BE"/>
        </w:rPr>
        <w:t xml:space="preserve"> chauffage</w:t>
      </w:r>
      <w:r w:rsidRPr="00891F10">
        <w:rPr>
          <w:highlight w:val="yellow"/>
          <w:vertAlign w:val="superscript"/>
          <w:lang w:val="fr-BE"/>
        </w:rPr>
        <w:t xml:space="preserve"> et incendie</w:t>
      </w:r>
      <w:r w:rsidR="001C49B8" w:rsidRPr="00891F10">
        <w:rPr>
          <w:highlight w:val="yellow"/>
          <w:vertAlign w:val="superscript"/>
          <w:lang w:val="fr-BE"/>
        </w:rPr>
        <w:t>: 16 bar</w:t>
      </w:r>
    </w:p>
    <w:p w14:paraId="17F69A88" w14:textId="77777777" w:rsidR="00891F10" w:rsidRPr="00891F10" w:rsidRDefault="00891F10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891F10">
        <w:rPr>
          <w:highlight w:val="yellow"/>
          <w:vertAlign w:val="superscript"/>
          <w:lang w:val="fr-BE"/>
        </w:rPr>
        <w:t>Sprinklage: 16 bar jusqu’à 76,1 mm, 10 bar à partir de 88,9 mm</w:t>
      </w:r>
    </w:p>
    <w:p w14:paraId="6A930EF9" w14:textId="77777777"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14:paraId="26B24FCF" w14:textId="77777777" w:rsidR="001C49B8" w:rsidRPr="004957D8" w:rsidRDefault="00891F10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Eau potable, r</w:t>
      </w:r>
      <w:r w:rsidR="004957D8" w:rsidRPr="004957D8">
        <w:rPr>
          <w:highlight w:val="yellow"/>
          <w:vertAlign w:val="superscript"/>
          <w:lang w:val="fr-BE"/>
        </w:rPr>
        <w:t xml:space="preserve">efroidissement </w:t>
      </w:r>
      <w:r>
        <w:rPr>
          <w:highlight w:val="yellow"/>
          <w:vertAlign w:val="superscript"/>
          <w:lang w:val="fr-BE"/>
        </w:rPr>
        <w:t xml:space="preserve">sans </w:t>
      </w:r>
      <w:proofErr w:type="spellStart"/>
      <w:r>
        <w:rPr>
          <w:highlight w:val="yellow"/>
          <w:vertAlign w:val="superscript"/>
          <w:lang w:val="fr-BE"/>
        </w:rPr>
        <w:t>anti-gel</w:t>
      </w:r>
      <w:proofErr w:type="spellEnd"/>
      <w:r>
        <w:rPr>
          <w:highlight w:val="yellow"/>
          <w:vertAlign w:val="superscript"/>
          <w:lang w:val="fr-BE"/>
        </w:rPr>
        <w:t xml:space="preserve"> </w:t>
      </w:r>
      <w:r w:rsidR="004957D8" w:rsidRPr="004957D8">
        <w:rPr>
          <w:highlight w:val="yellow"/>
          <w:vertAlign w:val="superscript"/>
          <w:lang w:val="fr-BE"/>
        </w:rPr>
        <w:t>et chauffage</w:t>
      </w:r>
      <w:r w:rsidR="001C49B8" w:rsidRPr="004957D8">
        <w:rPr>
          <w:highlight w:val="yellow"/>
          <w:vertAlign w:val="superscript"/>
          <w:lang w:val="fr-BE"/>
        </w:rPr>
        <w:t>: 0°C – 100°C</w:t>
      </w:r>
    </w:p>
    <w:p w14:paraId="21AC7A83" w14:textId="77777777" w:rsidR="001C49B8" w:rsidRDefault="004957D8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Refroidissement avec </w:t>
      </w:r>
      <w:proofErr w:type="spellStart"/>
      <w:r w:rsidRPr="004957D8">
        <w:rPr>
          <w:highlight w:val="yellow"/>
          <w:vertAlign w:val="superscript"/>
          <w:lang w:val="fr-BE"/>
        </w:rPr>
        <w:t>anti-gel</w:t>
      </w:r>
      <w:proofErr w:type="spellEnd"/>
      <w:r w:rsidR="001C49B8" w:rsidRPr="004957D8">
        <w:rPr>
          <w:highlight w:val="yellow"/>
          <w:vertAlign w:val="superscript"/>
          <w:lang w:val="fr-BE"/>
        </w:rPr>
        <w:t>: -30°C – 120°C</w:t>
      </w:r>
    </w:p>
    <w:p w14:paraId="70E4C3E9" w14:textId="77777777" w:rsidR="00891F10" w:rsidRPr="004957D8" w:rsidRDefault="00891F10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Incendie, sprinklage : 0°C – 70°C</w:t>
      </w:r>
    </w:p>
    <w:p w14:paraId="133CB70F" w14:textId="77777777" w:rsidR="001C49B8" w:rsidRPr="004957D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1C49B8" w:rsidRPr="004957D8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FFBBD" w14:textId="77777777" w:rsidR="00810781" w:rsidRDefault="00810781">
      <w:r>
        <w:separator/>
      </w:r>
    </w:p>
  </w:endnote>
  <w:endnote w:type="continuationSeparator" w:id="0">
    <w:p w14:paraId="1D818696" w14:textId="77777777" w:rsidR="00810781" w:rsidRDefault="00810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F6C16" w14:textId="77777777" w:rsidR="00FF0BF8" w:rsidRDefault="00FF0B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4C22D0A3" w14:textId="77777777">
      <w:tc>
        <w:tcPr>
          <w:tcW w:w="3392" w:type="dxa"/>
        </w:tcPr>
        <w:p w14:paraId="4A6A7039" w14:textId="77777777" w:rsidR="00025544" w:rsidRPr="00D06139" w:rsidRDefault="0069129C" w:rsidP="003242F8">
          <w:pPr>
            <w:pStyle w:val="Footer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70600DCD" w14:textId="77777777"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14:paraId="2FFE5C2C" w14:textId="77777777" w:rsidR="00025544" w:rsidRPr="00D06139" w:rsidRDefault="00025544" w:rsidP="00272819">
          <w:pPr>
            <w:pStyle w:val="Footer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EAAD015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CAFB3" w14:textId="77777777" w:rsidR="00FF0BF8" w:rsidRDefault="00FF0B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78634" w14:textId="77777777" w:rsidR="00810781" w:rsidRDefault="00810781">
      <w:r>
        <w:separator/>
      </w:r>
    </w:p>
  </w:footnote>
  <w:footnote w:type="continuationSeparator" w:id="0">
    <w:p w14:paraId="3302D988" w14:textId="77777777" w:rsidR="00810781" w:rsidRDefault="008107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B88C0" w14:textId="77777777" w:rsidR="00FF0BF8" w:rsidRDefault="00FF0B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DACC6" w14:textId="77777777" w:rsidR="00813161" w:rsidRDefault="00025544" w:rsidP="00080B0F">
    <w:pPr>
      <w:pStyle w:val="Header"/>
      <w:rPr>
        <w:rFonts w:ascii="Arial" w:hAnsi="Arial" w:cs="Arial"/>
        <w:b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886585">
      <w:rPr>
        <w:rFonts w:ascii="Arial" w:hAnsi="Arial" w:cs="Arial"/>
        <w:b/>
      </w:rPr>
      <w:t>M</w:t>
    </w:r>
    <w:r w:rsidR="005D1729">
      <w:rPr>
        <w:rFonts w:ascii="Arial" w:hAnsi="Arial" w:cs="Arial"/>
        <w:b/>
      </w:rPr>
      <w:t>apress</w:t>
    </w:r>
    <w:proofErr w:type="spellEnd"/>
    <w:r w:rsidR="005D1729">
      <w:rPr>
        <w:rFonts w:ascii="Arial" w:hAnsi="Arial" w:cs="Arial"/>
        <w:b/>
      </w:rPr>
      <w:t xml:space="preserve"> </w:t>
    </w:r>
    <w:proofErr w:type="spellStart"/>
    <w:r w:rsidR="00B95456">
      <w:rPr>
        <w:rFonts w:ascii="Arial" w:hAnsi="Arial" w:cs="Arial"/>
        <w:b/>
      </w:rPr>
      <w:t>Acier</w:t>
    </w:r>
    <w:proofErr w:type="spellEnd"/>
    <w:r w:rsidR="00261B2A">
      <w:rPr>
        <w:rFonts w:ascii="Arial" w:hAnsi="Arial" w:cs="Arial"/>
        <w:b/>
      </w:rPr>
      <w:t xml:space="preserve"> </w:t>
    </w:r>
    <w:proofErr w:type="spellStart"/>
    <w:r w:rsidR="00261B2A">
      <w:rPr>
        <w:rFonts w:ascii="Arial" w:hAnsi="Arial" w:cs="Arial"/>
        <w:b/>
      </w:rPr>
      <w:t>Inoxydable</w:t>
    </w:r>
    <w:proofErr w:type="spellEnd"/>
    <w:r w:rsidR="00813161">
      <w:rPr>
        <w:rFonts w:ascii="Arial" w:hAnsi="Arial" w:cs="Arial"/>
        <w:b/>
      </w:rPr>
      <w:tab/>
    </w:r>
    <w:r w:rsidR="00C2365C">
      <w:rPr>
        <w:rFonts w:ascii="Arial" w:hAnsi="Arial" w:cs="Arial"/>
        <w:b/>
      </w:rPr>
      <w:t xml:space="preserve"> </w:t>
    </w:r>
    <w:r w:rsidR="00813161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F0B545A" wp14:editId="20AFED1E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19EE37" w14:textId="77777777" w:rsidR="00025544" w:rsidRPr="00C2365C" w:rsidRDefault="00261B2A" w:rsidP="00080B0F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</w:rPr>
      <w:t>1.4401</w:t>
    </w:r>
    <w:r w:rsidR="007653FE">
      <w:rPr>
        <w:rFonts w:ascii="Arial" w:hAnsi="Arial" w:cs="Arial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A451D" w14:textId="77777777" w:rsidR="00FF0BF8" w:rsidRDefault="00FF0B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5546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61B2A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3E28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B1975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64107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C470D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0781"/>
    <w:rsid w:val="0081316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1F10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5613"/>
    <w:rsid w:val="009F74ED"/>
    <w:rsid w:val="00A04040"/>
    <w:rsid w:val="00A20762"/>
    <w:rsid w:val="00A2142F"/>
    <w:rsid w:val="00A344C3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365C"/>
    <w:rsid w:val="00C23A2B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37B0D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3BD"/>
    <w:rsid w:val="00FE7C5C"/>
    <w:rsid w:val="00FF0527"/>
    <w:rsid w:val="00FF0BF8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61AEBC3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FollowedHyperlink">
    <w:name w:val="FollowedHyperlink"/>
    <w:rsid w:val="00584014"/>
    <w:rPr>
      <w:color w:val="800080"/>
      <w:u w:val="single"/>
    </w:rPr>
  </w:style>
  <w:style w:type="paragraph" w:styleId="BalloonText">
    <w:name w:val="Balloon Text"/>
    <w:basedOn w:val="Normal"/>
    <w:semiHidden/>
    <w:rsid w:val="006453E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1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EC348E9-D202-4DD4-A8AD-B343805875F4}"/>
</file>

<file path=customXml/itemProps2.xml><?xml version="1.0" encoding="utf-8"?>
<ds:datastoreItem xmlns:ds="http://schemas.openxmlformats.org/officeDocument/2006/customXml" ds:itemID="{DCA792D7-4EAE-421D-84F8-DAE0C48B6A85}"/>
</file>

<file path=customXml/itemProps3.xml><?xml version="1.0" encoding="utf-8"?>
<ds:datastoreItem xmlns:ds="http://schemas.openxmlformats.org/officeDocument/2006/customXml" ds:itemID="{04DCF907-37BB-4B2D-B705-61D21E91D044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16</TotalTime>
  <Pages>3</Pages>
  <Words>667</Words>
  <Characters>3672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10</cp:revision>
  <cp:lastPrinted>2011-12-15T11:14:00Z</cp:lastPrinted>
  <dcterms:created xsi:type="dcterms:W3CDTF">2020-03-30T11:10:00Z</dcterms:created>
  <dcterms:modified xsi:type="dcterms:W3CDTF">2022-04-20T13:17:00Z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2022-04-20T13:17:49Z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50200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